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1583" w14:textId="0383CD55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3B6EF4">
        <w:rPr>
          <w:rFonts w:ascii="Times New Roman" w:hAnsi="Times New Roman"/>
          <w:b w:val="0"/>
          <w:bCs/>
          <w:sz w:val="24"/>
        </w:rPr>
        <w:t>5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351F2129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870995">
        <w:rPr>
          <w:b/>
          <w:bCs/>
          <w:sz w:val="24"/>
          <w:szCs w:val="24"/>
        </w:rPr>
        <w:t>2</w:t>
      </w:r>
      <w:r w:rsidR="000F0B77">
        <w:rPr>
          <w:b/>
          <w:bCs/>
          <w:sz w:val="24"/>
          <w:szCs w:val="24"/>
        </w:rPr>
        <w:t>4</w:t>
      </w:r>
      <w:r w:rsidR="00A27C60" w:rsidRPr="00E55484">
        <w:rPr>
          <w:b/>
          <w:bCs/>
          <w:sz w:val="24"/>
          <w:szCs w:val="24"/>
        </w:rPr>
        <w:t>.202</w:t>
      </w:r>
      <w:r w:rsidR="00A92865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</w:t>
      </w:r>
      <w:r w:rsidR="00A92865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426D5106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E55484">
        <w:rPr>
          <w:b/>
          <w:spacing w:val="20"/>
        </w:rPr>
        <w:t>R O B Ó T</w:t>
      </w:r>
    </w:p>
    <w:p w14:paraId="2E0ABBA4" w14:textId="1A979EAF" w:rsidR="005C5B73" w:rsidRDefault="005C5B73" w:rsidP="00E55484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67D0EA04" w14:textId="450ACB21" w:rsidR="00340F86" w:rsidRDefault="00340F86" w:rsidP="00340F86">
      <w:pPr>
        <w:spacing w:after="120"/>
        <w:ind w:left="-426"/>
        <w:jc w:val="center"/>
        <w:rPr>
          <w:b/>
          <w:bCs/>
          <w:i/>
          <w:iCs/>
          <w:sz w:val="24"/>
        </w:rPr>
      </w:pPr>
      <w:r w:rsidRPr="00340F86">
        <w:rPr>
          <w:b/>
          <w:bCs/>
          <w:i/>
          <w:iCs/>
          <w:sz w:val="24"/>
        </w:rPr>
        <w:t>Budowa kotłowni miejskiej w Brześciu Kujawskim</w:t>
      </w:r>
    </w:p>
    <w:p w14:paraId="640C4635" w14:textId="57E0D825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>wykaz robót budowlanych w zakresie niezbędnym do wykazania spełnienia warunku wiedzy i doświadczenia, wykonanych w okresie ostatnich pięciu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robót wydanych przez podmiot na rzecz którego roboty budowlane zostały wykonane określających, czy roboty te zostały wykonane w sposób należyty oraz wskazujących, czy zostały wykonane zgodnie z zasadami sztuki budowlanej i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Rodzaj prac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Całkowita wartość prac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Wymagania specjalistyczne dotyczące przedmiotu prac 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E55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1A28B" w14:textId="77777777" w:rsidR="00B47630" w:rsidRDefault="00B47630">
      <w:r>
        <w:separator/>
      </w:r>
    </w:p>
  </w:endnote>
  <w:endnote w:type="continuationSeparator" w:id="0">
    <w:p w14:paraId="10982D95" w14:textId="77777777" w:rsidR="00B47630" w:rsidRDefault="00B47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ProPublico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5F7D2" w14:textId="77777777" w:rsidR="00B47630" w:rsidRDefault="00B47630">
      <w:r>
        <w:separator/>
      </w:r>
    </w:p>
  </w:footnote>
  <w:footnote w:type="continuationSeparator" w:id="0">
    <w:p w14:paraId="29B1C774" w14:textId="77777777" w:rsidR="00B47630" w:rsidRDefault="00B47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057C59"/>
    <w:rsid w:val="000F0B77"/>
    <w:rsid w:val="0012229F"/>
    <w:rsid w:val="00123B9A"/>
    <w:rsid w:val="001704F4"/>
    <w:rsid w:val="001B4466"/>
    <w:rsid w:val="001D49D0"/>
    <w:rsid w:val="002764CF"/>
    <w:rsid w:val="002C6B8F"/>
    <w:rsid w:val="002E4CF9"/>
    <w:rsid w:val="0031485A"/>
    <w:rsid w:val="00324AE5"/>
    <w:rsid w:val="00340F86"/>
    <w:rsid w:val="00376E41"/>
    <w:rsid w:val="003B6EF4"/>
    <w:rsid w:val="003D633B"/>
    <w:rsid w:val="00415E84"/>
    <w:rsid w:val="0042237B"/>
    <w:rsid w:val="00425DD9"/>
    <w:rsid w:val="00456461"/>
    <w:rsid w:val="004F3E55"/>
    <w:rsid w:val="00522FEB"/>
    <w:rsid w:val="0055300C"/>
    <w:rsid w:val="00562760"/>
    <w:rsid w:val="00567973"/>
    <w:rsid w:val="005713AA"/>
    <w:rsid w:val="005913D5"/>
    <w:rsid w:val="005C5B73"/>
    <w:rsid w:val="006105E0"/>
    <w:rsid w:val="00663E9A"/>
    <w:rsid w:val="00664625"/>
    <w:rsid w:val="006A17C7"/>
    <w:rsid w:val="006F0E88"/>
    <w:rsid w:val="006F1FBF"/>
    <w:rsid w:val="006F39F4"/>
    <w:rsid w:val="007066B5"/>
    <w:rsid w:val="0073079E"/>
    <w:rsid w:val="00732619"/>
    <w:rsid w:val="00753EB9"/>
    <w:rsid w:val="00761EE1"/>
    <w:rsid w:val="00771D01"/>
    <w:rsid w:val="00792635"/>
    <w:rsid w:val="00793FC4"/>
    <w:rsid w:val="00796066"/>
    <w:rsid w:val="00797ED2"/>
    <w:rsid w:val="007F4C8A"/>
    <w:rsid w:val="00813709"/>
    <w:rsid w:val="0081575E"/>
    <w:rsid w:val="008222F4"/>
    <w:rsid w:val="00832127"/>
    <w:rsid w:val="00851FE8"/>
    <w:rsid w:val="00870995"/>
    <w:rsid w:val="008F50C0"/>
    <w:rsid w:val="00900372"/>
    <w:rsid w:val="009049F3"/>
    <w:rsid w:val="009058DD"/>
    <w:rsid w:val="00930957"/>
    <w:rsid w:val="00934E62"/>
    <w:rsid w:val="00942517"/>
    <w:rsid w:val="0094416C"/>
    <w:rsid w:val="00A12425"/>
    <w:rsid w:val="00A27C60"/>
    <w:rsid w:val="00A43C8C"/>
    <w:rsid w:val="00A85506"/>
    <w:rsid w:val="00A92865"/>
    <w:rsid w:val="00AA72E4"/>
    <w:rsid w:val="00AB3F57"/>
    <w:rsid w:val="00B055F8"/>
    <w:rsid w:val="00B44496"/>
    <w:rsid w:val="00B47630"/>
    <w:rsid w:val="00BB17F1"/>
    <w:rsid w:val="00BC6655"/>
    <w:rsid w:val="00BD31FA"/>
    <w:rsid w:val="00C359FD"/>
    <w:rsid w:val="00D25B2A"/>
    <w:rsid w:val="00D326FE"/>
    <w:rsid w:val="00D750E2"/>
    <w:rsid w:val="00D84F72"/>
    <w:rsid w:val="00DA0694"/>
    <w:rsid w:val="00DF63F1"/>
    <w:rsid w:val="00E055EA"/>
    <w:rsid w:val="00E448BD"/>
    <w:rsid w:val="00E55484"/>
    <w:rsid w:val="00E626D8"/>
    <w:rsid w:val="00E878EB"/>
    <w:rsid w:val="00EA0145"/>
    <w:rsid w:val="00EA0830"/>
    <w:rsid w:val="00EF0FC8"/>
    <w:rsid w:val="00F226D2"/>
    <w:rsid w:val="00F513E6"/>
    <w:rsid w:val="00F61F1E"/>
    <w:rsid w:val="00F85E7E"/>
    <w:rsid w:val="00FA7150"/>
    <w:rsid w:val="00FB14E1"/>
    <w:rsid w:val="00FB6838"/>
    <w:rsid w:val="00FC6635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12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33</cp:revision>
  <cp:lastPrinted>2021-05-11T13:52:00Z</cp:lastPrinted>
  <dcterms:created xsi:type="dcterms:W3CDTF">2021-05-17T12:20:00Z</dcterms:created>
  <dcterms:modified xsi:type="dcterms:W3CDTF">2025-08-04T10:25:00Z</dcterms:modified>
</cp:coreProperties>
</file>